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73649C97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7E2BCD">
        <w:rPr>
          <w:rFonts w:cstheme="minorHAnsi"/>
          <w:b/>
          <w:szCs w:val="18"/>
        </w:rPr>
        <w:t xml:space="preserve">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58D4F6C0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5E02C9" w:rsidRPr="00B7627D">
        <w:rPr>
          <w:rFonts w:cstheme="minorHAnsi"/>
          <w:noProof/>
          <w:szCs w:val="18"/>
          <w:lang w:eastAsia="pl-PL"/>
        </w:rPr>
        <w:t>POST/DYS/OW/GZ/04233/2025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5E02C9" w:rsidRPr="00B7627D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R5: Miasto i Gmina Piaseczno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55113CAC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5E02C9" w:rsidRPr="00B7627D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R5: Miasto i Gmina Piaseczno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4CA38DB8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5E02C9" w:rsidRPr="00B7627D">
        <w:rPr>
          <w:rFonts w:cstheme="minorHAnsi"/>
          <w:b/>
          <w:noProof/>
        </w:rPr>
        <w:t>27.05.2027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 xml:space="preserve">Koszt złącza ZK-2 RBL +2P (schemat złącza kablowo - pomiarowego wg. obowiązujących standardów technicznych złączy kablowych, kablowo-pomiarowych oraz złączy napowietrznych przyłączeniowych nN w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</w:t>
            </w:r>
            <w:r w:rsidRPr="00CD226A">
              <w:rPr>
                <w:rFonts w:cstheme="minorHAnsi"/>
              </w:rPr>
              <w:lastRenderedPageBreak/>
              <w:t>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0A8282B2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5E02C9" w:rsidRPr="00B7627D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R5: Miasto i Gmina Piaseczno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5E02C9" w:rsidRPr="00B7627D">
        <w:rPr>
          <w:rFonts w:cstheme="minorHAnsi"/>
          <w:b/>
          <w:noProof/>
        </w:rPr>
        <w:t>27.05.2027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58DBB0F2" w:rsidR="00973D85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7F20080E" w14:textId="091FB38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036D155" w14:textId="63EE32A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41A281B" w14:textId="37B4B9F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B4E6B68" w14:textId="782D9D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9052BDE" w14:textId="2038ABF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92AA42F" w14:textId="28C2A76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7EB42FB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4A89B6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FC1D6ED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637A2185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5E02C9" w:rsidRPr="00B7627D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R5: Miasto i Gmina Piaseczno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5E02C9" w:rsidRPr="00B7627D">
        <w:rPr>
          <w:rFonts w:cstheme="minorHAnsi"/>
          <w:b/>
          <w:noProof/>
        </w:rPr>
        <w:t>POST/DYS/OW/GZ/04233/2025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lastRenderedPageBreak/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39AC7FE4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5E02C9" w:rsidRPr="00B7627D">
        <w:rPr>
          <w:rFonts w:cstheme="minorHAnsi"/>
          <w:noProof/>
          <w:lang w:eastAsia="pl-PL"/>
        </w:rPr>
        <w:t>POST/DYS/OW/GZ/04233/2025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5E02C9" w:rsidRPr="00B7627D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R5: Miasto i Gmina Piaseczno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998BE1" w14:textId="673A6B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3240E9" w14:textId="18A098A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1B273F7C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5E02C9" w:rsidRPr="00B7627D">
        <w:rPr>
          <w:rFonts w:cstheme="minorHAnsi"/>
          <w:noProof/>
          <w:lang w:eastAsia="pl-PL"/>
        </w:rPr>
        <w:t>POST/DYS/OW/GZ/04233/2025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5E02C9" w:rsidRPr="00B7627D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R5: Miasto i Gmina Piaseczno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391A10D5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5E02C9" w:rsidRPr="00B7627D">
        <w:rPr>
          <w:rFonts w:cstheme="minorHAnsi"/>
          <w:noProof/>
          <w:lang w:eastAsia="pl-PL"/>
        </w:rPr>
        <w:t>POST/DYS/OW/GZ/04233/2025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5E02C9" w:rsidRPr="00B7627D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R5: Miasto i Gmina Piaseczno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69CF39F8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5E02C9" w:rsidRPr="00B7627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Jeziorna obszar nr R5: Miasto i Gmina Piaseczno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427C3F50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5E02C9" w:rsidRPr="00B7627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POST/DYS/OW/GZ/04233/2025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4799"/>
    <w:rsid w:val="00094EB9"/>
    <w:rsid w:val="00096510"/>
    <w:rsid w:val="000974B1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3D76"/>
    <w:rsid w:val="002B5C62"/>
    <w:rsid w:val="002C470F"/>
    <w:rsid w:val="002C66E0"/>
    <w:rsid w:val="002D3974"/>
    <w:rsid w:val="002D4CAD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4AA3"/>
    <w:rsid w:val="005E79E5"/>
    <w:rsid w:val="005F185F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D64"/>
    <w:rsid w:val="0071035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D0675"/>
    <w:rsid w:val="007D1209"/>
    <w:rsid w:val="007E2BCD"/>
    <w:rsid w:val="00807D09"/>
    <w:rsid w:val="00812E3F"/>
    <w:rsid w:val="008130D5"/>
    <w:rsid w:val="0081735D"/>
    <w:rsid w:val="008217CE"/>
    <w:rsid w:val="00827A7E"/>
    <w:rsid w:val="00831596"/>
    <w:rsid w:val="008369E5"/>
    <w:rsid w:val="00842578"/>
    <w:rsid w:val="00842F5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3E09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916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1DC5"/>
    <w:rsid w:val="00F4718C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4233_zał nr 4, 6, 7, 8, 11 do SWZ.docx</dmsv2BaseFileName>
    <dmsv2BaseDisplayName xmlns="http://schemas.microsoft.com/sharepoint/v3">4233_zał nr 4, 6, 7, 8, 11 do SWZ</dmsv2BaseDisplayName>
    <dmsv2SWPP2ObjectNumber xmlns="http://schemas.microsoft.com/sharepoint/v3">POST/DYS/OW/GZ/04233/2025                         </dmsv2SWPP2ObjectNumber>
    <dmsv2SWPP2SumMD5 xmlns="http://schemas.microsoft.com/sharepoint/v3">592c5df0dd2d3d82567cdc6f14193519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699801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23845292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DPFVW34YURAE-834641568-3036</_dlc_DocId>
    <_dlc_DocIdUrl xmlns="a19cb1c7-c5c7-46d4-85ae-d83685407bba">
      <Url>https://swpp2.dms.gkpge.pl/sites/40/_layouts/15/DocIdRedir.aspx?ID=DPFVW34YURAE-834641568-3036</Url>
      <Description>DPFVW34YURAE-834641568-3036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E7F8A5E-6ED5-4842-AF3E-AB00828C524D}"/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09E7A4B-47D0-47FE-9EB2-8D744C492B4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5191</Words>
  <Characters>31148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2025-11-25T11:03:00Z</dcterms:created>
  <dcterms:modified xsi:type="dcterms:W3CDTF">2025-11-25T11:54:00Z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3cefa5a0-61b3-4020-bd39-0aab7c9d70cc</vt:lpwstr>
  </property>
</Properties>
</file>